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BE" w:rsidRPr="00562EBE" w:rsidRDefault="00CD6897" w:rsidP="00562EBE">
      <w:pPr>
        <w:spacing w:line="240" w:lineRule="auto"/>
        <w:jc w:val="center"/>
        <w:rPr>
          <w:rFonts w:ascii="Corbel" w:hAnsi="Corbel"/>
          <w:b/>
          <w:smallCaps/>
          <w:sz w:val="16"/>
          <w:szCs w:val="16"/>
        </w:rPr>
      </w:pPr>
      <w:r>
        <w:rPr>
          <w:rFonts w:ascii="Times New Roman" w:hAnsi="Times New Roman"/>
          <w:b/>
          <w:bCs/>
        </w:rPr>
        <w:tab/>
      </w:r>
      <w:r w:rsidR="00562EBE">
        <w:rPr>
          <w:rFonts w:ascii="Times New Roman" w:hAnsi="Times New Roman"/>
          <w:b/>
          <w:bCs/>
        </w:rPr>
        <w:t xml:space="preserve">                                                                                            </w:t>
      </w:r>
      <w:r w:rsidR="00562EBE" w:rsidRPr="00562EBE">
        <w:rPr>
          <w:rFonts w:ascii="Corbel" w:hAnsi="Corbel"/>
          <w:bCs/>
          <w:i/>
          <w:sz w:val="16"/>
          <w:szCs w:val="16"/>
        </w:rPr>
        <w:t>Załącznik nr 1.5 do Zarządzenia Rektora UR  nr 7/2023</w:t>
      </w:r>
      <w:r w:rsidR="00562EBE" w:rsidRPr="00562EBE">
        <w:rPr>
          <w:rFonts w:ascii="Corbel" w:hAnsi="Corbel"/>
          <w:b/>
          <w:smallCaps/>
          <w:sz w:val="16"/>
          <w:szCs w:val="16"/>
        </w:rPr>
        <w:t xml:space="preserve"> </w:t>
      </w:r>
    </w:p>
    <w:p w:rsidR="001A41AF" w:rsidRDefault="00562EBE" w:rsidP="00562E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br/>
      </w:r>
      <w:r w:rsidRPr="009C54AE"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Corbel" w:hAnsi="Corbel"/>
          <w:bCs/>
          <w:i/>
        </w:rPr>
        <w:br/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A41AF">
        <w:rPr>
          <w:rFonts w:ascii="Corbel" w:hAnsi="Corbel"/>
          <w:i/>
          <w:smallCaps/>
          <w:sz w:val="24"/>
          <w:szCs w:val="24"/>
        </w:rPr>
        <w:t>202</w:t>
      </w:r>
      <w:r w:rsidR="00FA4C89">
        <w:rPr>
          <w:rFonts w:ascii="Corbel" w:hAnsi="Corbel"/>
          <w:i/>
          <w:smallCaps/>
          <w:sz w:val="24"/>
          <w:szCs w:val="24"/>
        </w:rPr>
        <w:t>3</w:t>
      </w:r>
      <w:r w:rsidR="001A41AF">
        <w:rPr>
          <w:rFonts w:ascii="Corbel" w:hAnsi="Corbel"/>
          <w:i/>
          <w:smallCaps/>
          <w:sz w:val="24"/>
          <w:szCs w:val="24"/>
        </w:rPr>
        <w:t>-202</w:t>
      </w:r>
      <w:r w:rsidR="00FA4C89">
        <w:rPr>
          <w:rFonts w:ascii="Corbel" w:hAnsi="Corbel"/>
          <w:i/>
          <w:smallCaps/>
          <w:sz w:val="24"/>
          <w:szCs w:val="24"/>
        </w:rPr>
        <w:t>8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>ok akademicki   20</w:t>
      </w:r>
      <w:r w:rsidR="002E694B">
        <w:rPr>
          <w:rFonts w:ascii="Corbel" w:hAnsi="Corbel"/>
          <w:sz w:val="20"/>
          <w:szCs w:val="20"/>
        </w:rPr>
        <w:t>2</w:t>
      </w:r>
      <w:r w:rsidR="00FA4C89">
        <w:rPr>
          <w:rFonts w:ascii="Corbel" w:hAnsi="Corbel"/>
          <w:sz w:val="20"/>
          <w:szCs w:val="20"/>
        </w:rPr>
        <w:t>3</w:t>
      </w:r>
      <w:r w:rsidR="0061426A">
        <w:rPr>
          <w:rFonts w:ascii="Corbel" w:hAnsi="Corbel"/>
          <w:sz w:val="20"/>
          <w:szCs w:val="20"/>
        </w:rPr>
        <w:t>/202</w:t>
      </w:r>
      <w:r w:rsidR="00FA4C8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67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67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43DE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4144A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52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osobowe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52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E852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="00F575A4">
        <w:rPr>
          <w:rFonts w:ascii="Corbel" w:hAnsi="Corbel"/>
          <w:smallCaps w:val="0"/>
          <w:szCs w:val="24"/>
        </w:rPr>
        <w:t xml:space="preserve">) - </w:t>
      </w:r>
      <w:r w:rsidR="00F575A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</w:t>
            </w:r>
            <w:proofErr w:type="spellStart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proofErr w:type="spellEnd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oparciu o  wiedzę wyniesioną z przedmiotów obejmujących przygotowanie </w:t>
            </w:r>
            <w:proofErr w:type="spellStart"/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pedagogiczne, rozumienia zjawisk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komunikacji interpersonalnej;  poprawnego wyrażania się w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85747A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852B1" w:rsidRDefault="007666D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nauczyciela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E852B1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E852B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F259E1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</w:t>
            </w:r>
            <w:r w:rsidR="00473513" w:rsidRPr="00E852B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E852B1" w:rsidRDefault="009E4620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E852B1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E852B1" w:rsidRDefault="00753202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E852B1" w:rsidRDefault="00753202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575A4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diagnostyczne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F575A4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</w:t>
            </w:r>
            <w:proofErr w:type="spellStart"/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zachowań</w:t>
            </w:r>
            <w:proofErr w:type="spellEnd"/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F575A4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zdarzenia wychowawczo-opiekuńcze i edukacyjne zaobserwowane lub doświadczone w czasie praktyk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dydaktycznych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85747A" w:rsidRPr="009C54AE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61368E" w:rsidRPr="009C54AE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przedszkolu, szkole lub placówce systemu oświaty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  <w:p w:rsidR="0071360D" w:rsidRPr="009C54AE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Pr="009C54AE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F575A4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4706C">
              <w:rPr>
                <w:rFonts w:ascii="Corbel" w:hAnsi="Corbel"/>
                <w:sz w:val="24"/>
                <w:szCs w:val="24"/>
              </w:rPr>
              <w:t>ic</w:t>
            </w:r>
            <w:proofErr w:type="spellEnd"/>
            <w:r w:rsidRPr="00C4706C">
              <w:rPr>
                <w:rFonts w:ascii="Corbel" w:hAnsi="Corbel"/>
                <w:sz w:val="24"/>
                <w:szCs w:val="24"/>
              </w:rPr>
              <w:t xml:space="preserve">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Pr="009C54AE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62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91B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F575A4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3EC" w:rsidRDefault="008773EC" w:rsidP="00C16ABF">
      <w:pPr>
        <w:spacing w:after="0" w:line="240" w:lineRule="auto"/>
      </w:pPr>
      <w:r>
        <w:separator/>
      </w:r>
    </w:p>
  </w:endnote>
  <w:endnote w:type="continuationSeparator" w:id="0">
    <w:p w:rsidR="008773EC" w:rsidRDefault="008773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3EC" w:rsidRDefault="008773EC" w:rsidP="00C16ABF">
      <w:pPr>
        <w:spacing w:after="0" w:line="240" w:lineRule="auto"/>
      </w:pPr>
      <w:r>
        <w:separator/>
      </w:r>
    </w:p>
  </w:footnote>
  <w:footnote w:type="continuationSeparator" w:id="0">
    <w:p w:rsidR="008773EC" w:rsidRDefault="008773E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161E6"/>
    <w:multiLevelType w:val="hybridMultilevel"/>
    <w:tmpl w:val="DCECF3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85219"/>
    <w:multiLevelType w:val="hybridMultilevel"/>
    <w:tmpl w:val="A86A66B8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DE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B07"/>
    <w:rsid w:val="00192F37"/>
    <w:rsid w:val="0019586C"/>
    <w:rsid w:val="001A1EAA"/>
    <w:rsid w:val="001A39A6"/>
    <w:rsid w:val="001A41AF"/>
    <w:rsid w:val="001A70D2"/>
    <w:rsid w:val="001D04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E694B"/>
    <w:rsid w:val="002F02A3"/>
    <w:rsid w:val="002F34D4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4AD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B1FEB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287C"/>
    <w:rsid w:val="00543ACC"/>
    <w:rsid w:val="00562EBE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1FEE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360D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6D3"/>
    <w:rsid w:val="00766FD4"/>
    <w:rsid w:val="0076706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55CC"/>
    <w:rsid w:val="00816661"/>
    <w:rsid w:val="0081707E"/>
    <w:rsid w:val="008414FC"/>
    <w:rsid w:val="008449B3"/>
    <w:rsid w:val="00845D91"/>
    <w:rsid w:val="0085747A"/>
    <w:rsid w:val="008773E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F6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541C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E66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32E8D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929E6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072A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852B1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A7B"/>
    <w:rsid w:val="00F526AF"/>
    <w:rsid w:val="00F575A4"/>
    <w:rsid w:val="00F617C3"/>
    <w:rsid w:val="00F7066B"/>
    <w:rsid w:val="00F83B28"/>
    <w:rsid w:val="00FA46E5"/>
    <w:rsid w:val="00FA4C89"/>
    <w:rsid w:val="00FB1502"/>
    <w:rsid w:val="00FB7DBA"/>
    <w:rsid w:val="00FC1C25"/>
    <w:rsid w:val="00FC3F45"/>
    <w:rsid w:val="00FC55D1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74FC"/>
  <w15:docId w15:val="{6BCF2491-C46B-4A74-8A31-E61C56D6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8E852-9723-4410-837C-04593CE87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4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2019-02-06T12:12:00Z</cp:lastPrinted>
  <dcterms:created xsi:type="dcterms:W3CDTF">2019-11-28T11:50:00Z</dcterms:created>
  <dcterms:modified xsi:type="dcterms:W3CDTF">2023-04-21T06:46:00Z</dcterms:modified>
</cp:coreProperties>
</file>